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36329" w14:textId="1AC5FB25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35FB0BE6" wp14:editId="59226592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70929898" wp14:editId="42F4E14D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BC1DDA">
        <w:rPr>
          <w:rFonts w:ascii="Segoe Print" w:hAnsi="Segoe Print"/>
          <w:b/>
          <w:sz w:val="24"/>
        </w:rPr>
        <w:t>7</w:t>
      </w:r>
      <w:r w:rsidR="00D51195" w:rsidRPr="0090117B">
        <w:rPr>
          <w:rFonts w:ascii="Segoe Print" w:hAnsi="Segoe Print"/>
          <w:b/>
          <w:sz w:val="24"/>
        </w:rPr>
        <w:t>.</w:t>
      </w:r>
      <w:r w:rsidR="00314A79"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BC1DDA">
        <w:rPr>
          <w:rFonts w:ascii="Segoe Print" w:hAnsi="Segoe Print"/>
          <w:b/>
          <w:sz w:val="24"/>
        </w:rPr>
        <w:t>NO CALCULATOR</w:t>
      </w:r>
    </w:p>
    <w:p w14:paraId="71B012F4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709"/>
        <w:gridCol w:w="4394"/>
      </w:tblGrid>
      <w:tr w:rsidR="00E20822" w:rsidRPr="000A63AF" w14:paraId="11968CB8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0AD40C9C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03F47ACB" w14:textId="1600CC22" w:rsidR="00E20822" w:rsidRPr="00FB0E81" w:rsidRDefault="00BC1DDA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0F145F">
              <w:rPr>
                <w:rFonts w:ascii="Avenir Book" w:hAnsi="Avenir Book"/>
                <w:sz w:val="24"/>
                <w:szCs w:val="20"/>
              </w:rPr>
              <w:t xml:space="preserve">Calculate 345 </w:t>
            </w:r>
            <m:oMath>
              <m:r>
                <w:rPr>
                  <w:rFonts w:ascii="Cambria Math" w:hAnsi="Cambria Math"/>
                  <w:sz w:val="24"/>
                  <w:szCs w:val="20"/>
                </w:rPr>
                <m:t>÷</m:t>
              </m:r>
            </m:oMath>
            <w:r w:rsidRPr="000F145F">
              <w:rPr>
                <w:rFonts w:ascii="Avenir Book" w:hAnsi="Avenir Book"/>
                <w:sz w:val="24"/>
                <w:szCs w:val="20"/>
              </w:rPr>
              <w:t xml:space="preserve"> </w:t>
            </w:r>
            <w:r w:rsidR="00D536E6">
              <w:rPr>
                <w:rFonts w:ascii="Avenir Book" w:hAnsi="Avenir Book"/>
                <w:sz w:val="24"/>
                <w:szCs w:val="20"/>
              </w:rPr>
              <w:t>1</w:t>
            </w:r>
            <w:r w:rsidR="00D536E6" w:rsidRPr="000F145F">
              <w:rPr>
                <w:rFonts w:ascii="Avenir Book" w:hAnsi="Avenir Book"/>
                <w:sz w:val="24"/>
                <w:szCs w:val="20"/>
              </w:rPr>
              <w:t>5</w:t>
            </w:r>
          </w:p>
        </w:tc>
        <w:tc>
          <w:tcPr>
            <w:tcW w:w="425" w:type="dxa"/>
            <w:tcBorders>
              <w:right w:val="nil"/>
            </w:tcBorders>
          </w:tcPr>
          <w:p w14:paraId="5517611C" w14:textId="6091BD3F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gridSpan w:val="2"/>
            <w:tcBorders>
              <w:left w:val="nil"/>
            </w:tcBorders>
          </w:tcPr>
          <w:p w14:paraId="7CF5652E" w14:textId="77777777" w:rsidR="00BC1DDA" w:rsidRDefault="00BC1DDA" w:rsidP="00BC1DDA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  <w:sz w:val="24"/>
              </w:rPr>
            </w:pPr>
            <w:r>
              <w:rPr>
                <w:rFonts w:ascii="Avenir Book" w:hAnsi="Avenir Book"/>
                <w:sz w:val="24"/>
              </w:rPr>
              <w:t xml:space="preserve">Expand and simplify        </w:t>
            </w:r>
          </w:p>
          <w:p w14:paraId="08FA9E46" w14:textId="54B938B4" w:rsidR="00E20822" w:rsidRPr="000A63AF" w:rsidRDefault="00CB6355" w:rsidP="0064471D">
            <w:pPr>
              <w:spacing w:before="120" w:after="0"/>
              <w:rPr>
                <w:rFonts w:ascii="Avenir Book" w:eastAsiaTheme="minorEastAsia" w:hAnsi="Avenir Book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4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</w:rPr>
                      <m:t>3x+2</m:t>
                    </m:r>
                  </m:e>
                </m:d>
                <m:r>
                  <w:rPr>
                    <w:rFonts w:ascii="Cambria Math" w:hAnsi="Cambria Math"/>
                    <w:sz w:val="24"/>
                  </w:rPr>
                  <m:t>+2(x-4)</m:t>
                </m:r>
              </m:oMath>
            </m:oMathPara>
          </w:p>
        </w:tc>
      </w:tr>
      <w:tr w:rsidR="00E20822" w:rsidRPr="00C240D5" w14:paraId="3FF47E83" w14:textId="77777777" w:rsidTr="00BC1DD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57A1258A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5C2A0FE6" w14:textId="41564EC4" w:rsidR="00E20822" w:rsidRPr="00C240D5" w:rsidRDefault="00BC1DDA" w:rsidP="00BC1DDA">
            <w:pPr>
              <w:tabs>
                <w:tab w:val="left" w:pos="1205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0F145F">
              <w:rPr>
                <w:rFonts w:ascii="Avenir Book" w:hAnsi="Avenir Book"/>
                <w:sz w:val="24"/>
              </w:rPr>
              <w:t xml:space="preserve">Simplify    </w:t>
            </w:r>
            <w:r w:rsidR="00AB73A0">
              <w:rPr>
                <w:rFonts w:ascii="Avenir Book" w:hAnsi="Avenir Book"/>
                <w:sz w:val="24"/>
              </w:rPr>
              <w:t>15:60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54B0D28E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gridSpan w:val="2"/>
            <w:tcBorders>
              <w:left w:val="nil"/>
              <w:bottom w:val="single" w:sz="4" w:space="0" w:color="auto"/>
            </w:tcBorders>
          </w:tcPr>
          <w:p w14:paraId="7E9F0B44" w14:textId="4E16AFA9" w:rsidR="00DF442D" w:rsidRDefault="00DF442D" w:rsidP="00DF442D">
            <w:pPr>
              <w:spacing w:before="120" w:after="0"/>
              <w:rPr>
                <w:rFonts w:ascii="Avenir Book" w:eastAsiaTheme="minorEastAsia" w:hAnsi="Avenir Book"/>
                <w:sz w:val="28"/>
              </w:rPr>
            </w:pPr>
            <w:r>
              <w:rPr>
                <w:rFonts w:ascii="Avenir Book" w:hAnsi="Avenir Book"/>
                <w:sz w:val="24"/>
                <w:szCs w:val="20"/>
              </w:rPr>
              <w:t>Give your answer in its simplest form.</w:t>
            </w:r>
          </w:p>
          <w:p w14:paraId="1E8A6FEC" w14:textId="368019E1" w:rsidR="00E20822" w:rsidRPr="00BC1DDA" w:rsidRDefault="00775FEB" w:rsidP="00DF442D">
            <w:pPr>
              <w:spacing w:before="120" w:after="0"/>
              <w:rPr>
                <w:rFonts w:ascii="Avenir Book" w:hAnsi="Avenir Book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28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9</m:t>
                  </m:r>
                </m:den>
              </m:f>
            </m:oMath>
            <w:r w:rsidR="00DF442D" w:rsidRPr="00CF7527">
              <w:rPr>
                <w:rFonts w:eastAsiaTheme="minorEastAsia"/>
                <w:sz w:val="28"/>
              </w:rPr>
              <w:t xml:space="preserve">   </w:t>
            </w:r>
          </w:p>
        </w:tc>
      </w:tr>
      <w:tr w:rsidR="00BC1DDA" w:rsidRPr="00C240D5" w14:paraId="73732360" w14:textId="77777777" w:rsidTr="00BC1DDA">
        <w:trPr>
          <w:trHeight w:val="1824"/>
        </w:trPr>
        <w:tc>
          <w:tcPr>
            <w:tcW w:w="421" w:type="dxa"/>
            <w:tcBorders>
              <w:right w:val="nil"/>
            </w:tcBorders>
          </w:tcPr>
          <w:p w14:paraId="21A62FE6" w14:textId="77777777" w:rsidR="00BC1DDA" w:rsidRPr="00C240D5" w:rsidRDefault="00BC1DDA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5386" w:type="dxa"/>
            <w:gridSpan w:val="3"/>
            <w:tcBorders>
              <w:left w:val="nil"/>
              <w:right w:val="nil"/>
            </w:tcBorders>
          </w:tcPr>
          <w:p w14:paraId="7F8848E4" w14:textId="05587F05" w:rsidR="00BC1DDA" w:rsidRPr="000F145F" w:rsidRDefault="00BC1DDA" w:rsidP="00BC1DDA">
            <w:pPr>
              <w:tabs>
                <w:tab w:val="left" w:pos="1440"/>
              </w:tabs>
              <w:spacing w:before="120" w:after="0"/>
              <w:rPr>
                <w:rFonts w:ascii="Avenir Book" w:eastAsiaTheme="minorEastAsia" w:hAnsi="Avenir Book"/>
                <w:sz w:val="24"/>
              </w:rPr>
            </w:pPr>
            <w:r>
              <w:rPr>
                <w:rFonts w:ascii="Avenir Book" w:hAnsi="Avenir Book"/>
                <w:sz w:val="24"/>
              </w:rPr>
              <w:t xml:space="preserve">Do you use </w:t>
            </w:r>
            <w:r w:rsidRPr="000F145F">
              <w:rPr>
                <w:rFonts w:ascii="Avenir Book" w:hAnsi="Avenir Book"/>
                <w:sz w:val="24"/>
              </w:rPr>
              <w:t>SOHCAHTOA or SS</w:t>
            </w:r>
            <m:oMath>
              <m:r>
                <w:rPr>
                  <w:rFonts w:ascii="Cambria Math" w:hAnsi="Cambria Math"/>
                  <w:sz w:val="24"/>
                </w:rPr>
                <m:t>±</m:t>
              </m:r>
            </m:oMath>
            <w:r>
              <w:rPr>
                <w:rFonts w:ascii="Avenir Book" w:eastAsiaTheme="minorEastAsia" w:hAnsi="Avenir Book"/>
                <w:sz w:val="24"/>
              </w:rPr>
              <w:t xml:space="preserve">SR to find </w:t>
            </w:r>
            <w:r w:rsidR="00E801CC">
              <w:rPr>
                <w:rFonts w:ascii="Avenir Book" w:eastAsiaTheme="minorEastAsia" w:hAnsi="Avenir Book"/>
                <w:sz w:val="24"/>
              </w:rPr>
              <w:t>angle ABC in this right angled triangle?</w:t>
            </w:r>
          </w:p>
        </w:tc>
        <w:tc>
          <w:tcPr>
            <w:tcW w:w="4394" w:type="dxa"/>
            <w:tcBorders>
              <w:left w:val="nil"/>
            </w:tcBorders>
          </w:tcPr>
          <w:p w14:paraId="2A6157D4" w14:textId="38408A8A" w:rsidR="00BC1DDA" w:rsidRPr="00C240D5" w:rsidRDefault="00775FEB" w:rsidP="007E2C1A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91008" behindDoc="0" locked="0" layoutInCell="1" allowOverlap="1" wp14:anchorId="3088A940" wp14:editId="3B1B3EAD">
                  <wp:simplePos x="0" y="0"/>
                  <wp:positionH relativeFrom="column">
                    <wp:posOffset>2254738</wp:posOffset>
                  </wp:positionH>
                  <wp:positionV relativeFrom="paragraph">
                    <wp:posOffset>858032</wp:posOffset>
                  </wp:positionV>
                  <wp:extent cx="572188" cy="401760"/>
                  <wp:effectExtent l="0" t="0" r="0" b="508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65389">
              <w:rPr>
                <w:rFonts w:ascii="Avenir Book" w:hAnsi="Avenir Book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6ACE648" wp14:editId="0B4C17C2">
                      <wp:simplePos x="0" y="0"/>
                      <wp:positionH relativeFrom="column">
                        <wp:posOffset>379193</wp:posOffset>
                      </wp:positionH>
                      <wp:positionV relativeFrom="paragraph">
                        <wp:posOffset>976630</wp:posOffset>
                      </wp:positionV>
                      <wp:extent cx="130405" cy="130405"/>
                      <wp:effectExtent l="12700" t="12700" r="9525" b="952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05" cy="1304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BA44A5" id="Rectangle 3" o:spid="_x0000_s1026" style="position:absolute;margin-left:29.85pt;margin-top:76.9pt;width:10.25pt;height:10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" fillcolor="black [3200]" strokecolor="black [1600]" strokeweight="2pt"/>
                  </w:pict>
                </mc:Fallback>
              </mc:AlternateContent>
            </w:r>
            <w:r w:rsidR="00065389" w:rsidRPr="00065389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5" behindDoc="0" locked="0" layoutInCell="1" allowOverlap="1" wp14:anchorId="07204BFA" wp14:editId="2EF293D9">
                      <wp:simplePos x="0" y="0"/>
                      <wp:positionH relativeFrom="column">
                        <wp:posOffset>362585</wp:posOffset>
                      </wp:positionH>
                      <wp:positionV relativeFrom="paragraph">
                        <wp:posOffset>212725</wp:posOffset>
                      </wp:positionV>
                      <wp:extent cx="894303" cy="894303"/>
                      <wp:effectExtent l="0" t="0" r="20320" b="20320"/>
                      <wp:wrapNone/>
                      <wp:docPr id="2" name="Right Tri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4303" cy="894303"/>
                              </a:xfrm>
                              <a:prstGeom prst="rtTriangle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58FC466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" o:spid="_x0000_s1026" type="#_x0000_t6" style="position:absolute;margin-left:28.55pt;margin-top:16.75pt;width:70.4pt;height:70.4pt;z-index:2516495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" fillcolor="white [3201]" strokecolor="black [3200]" strokeweight="1pt"/>
                  </w:pict>
                </mc:Fallback>
              </mc:AlternateContent>
            </w:r>
            <w:r w:rsidR="00065389" w:rsidRPr="00065389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59" behindDoc="0" locked="0" layoutInCell="1" allowOverlap="1" wp14:anchorId="50E8D591" wp14:editId="03CCD7C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591185</wp:posOffset>
                      </wp:positionV>
                      <wp:extent cx="434975" cy="26700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70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0F15BD" w14:textId="77777777" w:rsidR="00065389" w:rsidRDefault="00065389" w:rsidP="00065389">
                                  <w:r>
                                    <w:t>3cm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E8D5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.15pt;margin-top:46.55pt;width:34.25pt;height:21pt;z-index:2516505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" filled="f" stroked="f" strokeweight=".5pt">
                      <v:textbox>
                        <w:txbxContent>
                          <w:p w14:paraId="120F15BD" w14:textId="77777777" w:rsidR="00065389" w:rsidRDefault="00065389" w:rsidP="00065389">
                            <w:r>
                              <w:t>3cm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65389" w:rsidRPr="00065389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3" behindDoc="0" locked="0" layoutInCell="1" allowOverlap="1" wp14:anchorId="737E6F2B" wp14:editId="647E4DAC">
                      <wp:simplePos x="0" y="0"/>
                      <wp:positionH relativeFrom="column">
                        <wp:posOffset>775970</wp:posOffset>
                      </wp:positionH>
                      <wp:positionV relativeFrom="paragraph">
                        <wp:posOffset>505460</wp:posOffset>
                      </wp:positionV>
                      <wp:extent cx="434975" cy="267005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70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C1AC4E" w14:textId="77777777" w:rsidR="00065389" w:rsidRDefault="00065389" w:rsidP="00065389">
                                  <w: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E6F2B" id="Text Box 5" o:spid="_x0000_s1027" type="#_x0000_t202" style="position:absolute;margin-left:61.1pt;margin-top:39.8pt;width:34.25pt;height:21pt;z-index:2516515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" filled="f" stroked="f" strokeweight=".5pt">
                      <v:textbox>
                        <w:txbxContent>
                          <w:p w14:paraId="67C1AC4E" w14:textId="77777777" w:rsidR="00065389" w:rsidRDefault="00065389" w:rsidP="00065389">
                            <w: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65389" w:rsidRPr="00065389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7" behindDoc="0" locked="0" layoutInCell="1" allowOverlap="1" wp14:anchorId="2A9F6B62" wp14:editId="5C76A6A9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10795</wp:posOffset>
                      </wp:positionV>
                      <wp:extent cx="434975" cy="26670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FC1277" w14:textId="77777777" w:rsidR="00065389" w:rsidRDefault="00065389" w:rsidP="00065389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A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9F6B62" id="Text Box 6" o:spid="_x0000_s1028" type="#_x0000_t202" style="position:absolute;margin-left:13.5pt;margin-top:.85pt;width:34.25pt;height:21pt;z-index:2516526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" filled="f" stroked="f" strokeweight=".5pt">
                      <v:textbox>
                        <w:txbxContent>
                          <w:p w14:paraId="0BFC1277" w14:textId="77777777" w:rsidR="00065389" w:rsidRDefault="00065389" w:rsidP="00065389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65389" w:rsidRPr="00065389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1" behindDoc="0" locked="0" layoutInCell="1" allowOverlap="1" wp14:anchorId="08736AAB" wp14:editId="4EE47FCE">
                      <wp:simplePos x="0" y="0"/>
                      <wp:positionH relativeFrom="column">
                        <wp:posOffset>1124585</wp:posOffset>
                      </wp:positionH>
                      <wp:positionV relativeFrom="paragraph">
                        <wp:posOffset>942975</wp:posOffset>
                      </wp:positionV>
                      <wp:extent cx="443865" cy="312964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3865" cy="3129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5D28CF" w14:textId="77777777" w:rsidR="00065389" w:rsidRDefault="00065389" w:rsidP="00065389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736AAB" id="Text Box 15" o:spid="_x0000_s1029" type="#_x0000_t202" style="position:absolute;margin-left:88.55pt;margin-top:74.25pt;width:34.95pt;height:24.65pt;z-index:2516536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" filled="f" stroked="f" strokeweight=".5pt">
                      <v:textbox>
                        <w:txbxContent>
                          <w:p w14:paraId="605D28CF" w14:textId="77777777" w:rsidR="00065389" w:rsidRDefault="00065389" w:rsidP="00065389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65389" w:rsidRPr="00065389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5" behindDoc="0" locked="0" layoutInCell="1" allowOverlap="1" wp14:anchorId="13F4DAC5" wp14:editId="57EF4E6A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951230</wp:posOffset>
                      </wp:positionV>
                      <wp:extent cx="443865" cy="312964"/>
                      <wp:effectExtent l="0" t="0" r="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3865" cy="3129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E6E3BC" w14:textId="77777777" w:rsidR="00065389" w:rsidRDefault="00065389" w:rsidP="00065389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4DAC5" id="Text Box 16" o:spid="_x0000_s1030" type="#_x0000_t202" style="position:absolute;margin-left:3.8pt;margin-top:74.9pt;width:34.95pt;height:24.65pt;z-index:251654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" filled="f" stroked="f" strokeweight=".5pt">
                      <v:textbox>
                        <w:txbxContent>
                          <w:p w14:paraId="46E6E3BC" w14:textId="77777777" w:rsidR="00065389" w:rsidRDefault="00065389" w:rsidP="00065389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1DDA">
              <w:rPr>
                <w:noProof/>
                <w:lang w:eastAsia="en-GB"/>
              </w:rPr>
              <w:drawing>
                <wp:anchor distT="0" distB="0" distL="114300" distR="114300" simplePos="0" relativeHeight="251670528" behindDoc="0" locked="0" layoutInCell="1" allowOverlap="1" wp14:anchorId="3368A17C" wp14:editId="591667EA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320FF08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43E491C6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25D309B8" w14:textId="4B18FF33" w:rsidR="00E801CC" w:rsidRDefault="00E801CC" w:rsidP="00E801CC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6912" behindDoc="0" locked="0" layoutInCell="1" allowOverlap="1" wp14:anchorId="51F728DE" wp14:editId="2A152E73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5" name="Picture 2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5888" behindDoc="0" locked="0" layoutInCell="1" allowOverlap="1" wp14:anchorId="00048E6A" wp14:editId="49D8174E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6" name="Picture 2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7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NO CALCULATOR</w:t>
      </w:r>
    </w:p>
    <w:p w14:paraId="2C28B0DC" w14:textId="3E6A7D9A" w:rsidR="00E801CC" w:rsidRDefault="00E801CC" w:rsidP="00E801CC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709"/>
        <w:gridCol w:w="4394"/>
      </w:tblGrid>
      <w:tr w:rsidR="00E801CC" w:rsidRPr="000A63AF" w14:paraId="06315C1B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015B9AC" w14:textId="77777777" w:rsidR="00E801CC" w:rsidRPr="00C240D5" w:rsidRDefault="00E801C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4C80B57A" w14:textId="77777777" w:rsidR="00E801CC" w:rsidRPr="00FB0E81" w:rsidRDefault="00E801CC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0F145F">
              <w:rPr>
                <w:rFonts w:ascii="Avenir Book" w:hAnsi="Avenir Book"/>
                <w:sz w:val="24"/>
                <w:szCs w:val="20"/>
              </w:rPr>
              <w:t xml:space="preserve">Calculate 345 </w:t>
            </w:r>
            <m:oMath>
              <m:r>
                <w:rPr>
                  <w:rFonts w:ascii="Cambria Math" w:hAnsi="Cambria Math"/>
                  <w:sz w:val="24"/>
                  <w:szCs w:val="20"/>
                </w:rPr>
                <m:t>÷</m:t>
              </m:r>
            </m:oMath>
            <w:r w:rsidRPr="000F145F">
              <w:rPr>
                <w:rFonts w:ascii="Avenir Book" w:hAnsi="Avenir Book"/>
                <w:sz w:val="24"/>
                <w:szCs w:val="20"/>
              </w:rPr>
              <w:t xml:space="preserve"> </w:t>
            </w:r>
            <w:r>
              <w:rPr>
                <w:rFonts w:ascii="Avenir Book" w:hAnsi="Avenir Book"/>
                <w:sz w:val="24"/>
                <w:szCs w:val="20"/>
              </w:rPr>
              <w:t>1</w:t>
            </w:r>
            <w:r w:rsidRPr="000F145F">
              <w:rPr>
                <w:rFonts w:ascii="Avenir Book" w:hAnsi="Avenir Book"/>
                <w:sz w:val="24"/>
                <w:szCs w:val="20"/>
              </w:rPr>
              <w:t>5</w:t>
            </w:r>
          </w:p>
        </w:tc>
        <w:tc>
          <w:tcPr>
            <w:tcW w:w="425" w:type="dxa"/>
            <w:tcBorders>
              <w:right w:val="nil"/>
            </w:tcBorders>
          </w:tcPr>
          <w:p w14:paraId="00BEF9CB" w14:textId="77777777" w:rsidR="00E801CC" w:rsidRPr="00C240D5" w:rsidRDefault="00E801C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gridSpan w:val="2"/>
            <w:tcBorders>
              <w:left w:val="nil"/>
            </w:tcBorders>
          </w:tcPr>
          <w:p w14:paraId="39818683" w14:textId="77777777" w:rsidR="00E801CC" w:rsidRDefault="00E801CC" w:rsidP="00E01254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  <w:sz w:val="24"/>
              </w:rPr>
            </w:pPr>
            <w:r>
              <w:rPr>
                <w:rFonts w:ascii="Avenir Book" w:hAnsi="Avenir Book"/>
                <w:sz w:val="24"/>
              </w:rPr>
              <w:t xml:space="preserve">Expand and simplify        </w:t>
            </w:r>
          </w:p>
          <w:p w14:paraId="3912180C" w14:textId="77777777" w:rsidR="00E801CC" w:rsidRPr="000A63AF" w:rsidRDefault="00E801CC" w:rsidP="00E01254">
            <w:pPr>
              <w:spacing w:before="120" w:after="0"/>
              <w:rPr>
                <w:rFonts w:ascii="Avenir Book" w:eastAsiaTheme="minorEastAsia" w:hAnsi="Avenir Book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4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</w:rPr>
                      <m:t>3x+2</m:t>
                    </m:r>
                  </m:e>
                </m:d>
                <m:r>
                  <w:rPr>
                    <w:rFonts w:ascii="Cambria Math" w:hAnsi="Cambria Math"/>
                    <w:sz w:val="24"/>
                  </w:rPr>
                  <m:t>+2(x-4)</m:t>
                </m:r>
              </m:oMath>
            </m:oMathPara>
          </w:p>
        </w:tc>
      </w:tr>
      <w:tr w:rsidR="00E801CC" w:rsidRPr="00C240D5" w14:paraId="0168A70E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EA71FD2" w14:textId="77777777" w:rsidR="00E801CC" w:rsidRPr="00C240D5" w:rsidRDefault="00E801C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5C7C94FA" w14:textId="77777777" w:rsidR="00E801CC" w:rsidRPr="00C240D5" w:rsidRDefault="00E801CC" w:rsidP="00E01254">
            <w:pPr>
              <w:tabs>
                <w:tab w:val="left" w:pos="1205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0F145F">
              <w:rPr>
                <w:rFonts w:ascii="Avenir Book" w:hAnsi="Avenir Book"/>
                <w:sz w:val="24"/>
              </w:rPr>
              <w:t xml:space="preserve">Simplify    </w:t>
            </w:r>
            <w:r>
              <w:rPr>
                <w:rFonts w:ascii="Avenir Book" w:hAnsi="Avenir Book"/>
                <w:sz w:val="24"/>
              </w:rPr>
              <w:t>15:60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26C24EC" w14:textId="77777777" w:rsidR="00E801CC" w:rsidRPr="00C240D5" w:rsidRDefault="00E801C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gridSpan w:val="2"/>
            <w:tcBorders>
              <w:left w:val="nil"/>
              <w:bottom w:val="single" w:sz="4" w:space="0" w:color="auto"/>
            </w:tcBorders>
          </w:tcPr>
          <w:p w14:paraId="79D12D00" w14:textId="77777777" w:rsidR="00E801CC" w:rsidRDefault="00E801CC" w:rsidP="00E01254">
            <w:pPr>
              <w:spacing w:before="120" w:after="0"/>
              <w:rPr>
                <w:rFonts w:ascii="Avenir Book" w:eastAsiaTheme="minorEastAsia" w:hAnsi="Avenir Book"/>
                <w:sz w:val="28"/>
              </w:rPr>
            </w:pPr>
            <w:r>
              <w:rPr>
                <w:rFonts w:ascii="Avenir Book" w:hAnsi="Avenir Book"/>
                <w:sz w:val="24"/>
                <w:szCs w:val="20"/>
              </w:rPr>
              <w:t>Give your answer in its simplest form.</w:t>
            </w:r>
          </w:p>
          <w:p w14:paraId="68B84CD6" w14:textId="77777777" w:rsidR="00E801CC" w:rsidRPr="00BC1DDA" w:rsidRDefault="00775FEB" w:rsidP="00E01254">
            <w:pPr>
              <w:spacing w:before="120" w:after="0"/>
              <w:rPr>
                <w:rFonts w:ascii="Avenir Book" w:hAnsi="Avenir Book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28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9</m:t>
                  </m:r>
                </m:den>
              </m:f>
            </m:oMath>
            <w:r w:rsidR="00E801CC" w:rsidRPr="00CF7527">
              <w:rPr>
                <w:rFonts w:eastAsiaTheme="minorEastAsia"/>
                <w:sz w:val="28"/>
              </w:rPr>
              <w:t xml:space="preserve">   </w:t>
            </w:r>
          </w:p>
        </w:tc>
      </w:tr>
      <w:tr w:rsidR="00E801CC" w:rsidRPr="00C240D5" w14:paraId="6BF28577" w14:textId="77777777" w:rsidTr="00E01254">
        <w:trPr>
          <w:trHeight w:val="1824"/>
        </w:trPr>
        <w:tc>
          <w:tcPr>
            <w:tcW w:w="421" w:type="dxa"/>
            <w:tcBorders>
              <w:right w:val="nil"/>
            </w:tcBorders>
          </w:tcPr>
          <w:p w14:paraId="26DD7A7C" w14:textId="77777777" w:rsidR="00E801CC" w:rsidRPr="00C240D5" w:rsidRDefault="00E801C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5386" w:type="dxa"/>
            <w:gridSpan w:val="3"/>
            <w:tcBorders>
              <w:left w:val="nil"/>
              <w:right w:val="nil"/>
            </w:tcBorders>
          </w:tcPr>
          <w:p w14:paraId="19B0BBF2" w14:textId="77777777" w:rsidR="00E801CC" w:rsidRPr="000F145F" w:rsidRDefault="00E801CC" w:rsidP="00E01254">
            <w:pPr>
              <w:tabs>
                <w:tab w:val="left" w:pos="1440"/>
              </w:tabs>
              <w:spacing w:before="120" w:after="0"/>
              <w:rPr>
                <w:rFonts w:ascii="Avenir Book" w:eastAsiaTheme="minorEastAsia" w:hAnsi="Avenir Book"/>
                <w:sz w:val="24"/>
              </w:rPr>
            </w:pPr>
            <w:r>
              <w:rPr>
                <w:rFonts w:ascii="Avenir Book" w:hAnsi="Avenir Book"/>
                <w:sz w:val="24"/>
              </w:rPr>
              <w:t xml:space="preserve">Do you use </w:t>
            </w:r>
            <w:r w:rsidRPr="000F145F">
              <w:rPr>
                <w:rFonts w:ascii="Avenir Book" w:hAnsi="Avenir Book"/>
                <w:sz w:val="24"/>
              </w:rPr>
              <w:t>SOHCAHTOA or SS</w:t>
            </w:r>
            <m:oMath>
              <m:r>
                <w:rPr>
                  <w:rFonts w:ascii="Cambria Math" w:hAnsi="Cambria Math"/>
                  <w:sz w:val="24"/>
                </w:rPr>
                <m:t>±</m:t>
              </m:r>
            </m:oMath>
            <w:r>
              <w:rPr>
                <w:rFonts w:ascii="Avenir Book" w:eastAsiaTheme="minorEastAsia" w:hAnsi="Avenir Book"/>
                <w:sz w:val="24"/>
              </w:rPr>
              <w:t>SR to find angle ABC in this right angled triangle?</w:t>
            </w:r>
          </w:p>
        </w:tc>
        <w:tc>
          <w:tcPr>
            <w:tcW w:w="4394" w:type="dxa"/>
            <w:tcBorders>
              <w:left w:val="nil"/>
            </w:tcBorders>
          </w:tcPr>
          <w:p w14:paraId="2C26EA2D" w14:textId="16615EBB" w:rsidR="00E801CC" w:rsidRPr="00C240D5" w:rsidRDefault="00775FEB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93056" behindDoc="0" locked="0" layoutInCell="1" allowOverlap="1" wp14:anchorId="37F85B9F" wp14:editId="4DBC7FA2">
                  <wp:simplePos x="0" y="0"/>
                  <wp:positionH relativeFrom="column">
                    <wp:posOffset>2307493</wp:posOffset>
                  </wp:positionH>
                  <wp:positionV relativeFrom="paragraph">
                    <wp:posOffset>855882</wp:posOffset>
                  </wp:positionV>
                  <wp:extent cx="572188" cy="401760"/>
                  <wp:effectExtent l="0" t="0" r="0" b="508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801CC">
              <w:rPr>
                <w:rFonts w:ascii="Avenir Book" w:hAnsi="Avenir Book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202D7EB" wp14:editId="422205C6">
                      <wp:simplePos x="0" y="0"/>
                      <wp:positionH relativeFrom="column">
                        <wp:posOffset>379193</wp:posOffset>
                      </wp:positionH>
                      <wp:positionV relativeFrom="paragraph">
                        <wp:posOffset>976630</wp:posOffset>
                      </wp:positionV>
                      <wp:extent cx="130405" cy="130405"/>
                      <wp:effectExtent l="12700" t="12700" r="9525" b="952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05" cy="1304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24C733" id="Rectangle 17" o:spid="_x0000_s1026" style="position:absolute;margin-left:29.85pt;margin-top:76.9pt;width:10.25pt;height:10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" fillcolor="black [3200]" strokecolor="black [1600]" strokeweight="2pt"/>
                  </w:pict>
                </mc:Fallback>
              </mc:AlternateContent>
            </w:r>
            <w:r w:rsidR="00E801CC" w:rsidRPr="00065389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E4447A3" wp14:editId="0C7D065E">
                      <wp:simplePos x="0" y="0"/>
                      <wp:positionH relativeFrom="column">
                        <wp:posOffset>362585</wp:posOffset>
                      </wp:positionH>
                      <wp:positionV relativeFrom="paragraph">
                        <wp:posOffset>212725</wp:posOffset>
                      </wp:positionV>
                      <wp:extent cx="894303" cy="894303"/>
                      <wp:effectExtent l="0" t="0" r="20320" b="20320"/>
                      <wp:wrapNone/>
                      <wp:docPr id="19" name="Right Tri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4303" cy="894303"/>
                              </a:xfrm>
                              <a:prstGeom prst="rtTriangle">
                                <a:avLst/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0536D5" id="Right Triangle 19" o:spid="_x0000_s1026" type="#_x0000_t6" style="position:absolute;margin-left:28.55pt;margin-top:16.75pt;width:70.4pt;height:70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" fillcolor="white [3201]" strokecolor="black [3200]" strokeweight="1pt"/>
                  </w:pict>
                </mc:Fallback>
              </mc:AlternateContent>
            </w:r>
            <w:r w:rsidR="00E801CC" w:rsidRPr="00065389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36A08EF" wp14:editId="05E588ED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591185</wp:posOffset>
                      </wp:positionV>
                      <wp:extent cx="434975" cy="267005"/>
                      <wp:effectExtent l="0" t="0" r="0" b="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70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EA4AB7" w14:textId="77777777" w:rsidR="00E801CC" w:rsidRDefault="00E801CC" w:rsidP="00E801CC">
                                  <w:r>
                                    <w:t>3cm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6A08EF" id="Text Box 20" o:spid="_x0000_s1031" type="#_x0000_t202" style="position:absolute;margin-left:.15pt;margin-top:46.55pt;width:34.25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" filled="f" stroked="f" strokeweight=".5pt">
                      <v:textbox>
                        <w:txbxContent>
                          <w:p w14:paraId="00EA4AB7" w14:textId="77777777" w:rsidR="00E801CC" w:rsidRDefault="00E801CC" w:rsidP="00E801CC">
                            <w:r>
                              <w:t>3cm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01CC" w:rsidRPr="00065389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1C2A63E" wp14:editId="33707091">
                      <wp:simplePos x="0" y="0"/>
                      <wp:positionH relativeFrom="column">
                        <wp:posOffset>775970</wp:posOffset>
                      </wp:positionH>
                      <wp:positionV relativeFrom="paragraph">
                        <wp:posOffset>505460</wp:posOffset>
                      </wp:positionV>
                      <wp:extent cx="434975" cy="267005"/>
                      <wp:effectExtent l="0" t="0" r="0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70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411118" w14:textId="77777777" w:rsidR="00E801CC" w:rsidRDefault="00E801CC" w:rsidP="00E801CC">
                                  <w:r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C2A63E" id="Text Box 21" o:spid="_x0000_s1032" type="#_x0000_t202" style="position:absolute;margin-left:61.1pt;margin-top:39.8pt;width:34.25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" filled="f" stroked="f" strokeweight=".5pt">
                      <v:textbox>
                        <w:txbxContent>
                          <w:p w14:paraId="37411118" w14:textId="77777777" w:rsidR="00E801CC" w:rsidRDefault="00E801CC" w:rsidP="00E801CC">
                            <w:r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01CC" w:rsidRPr="00065389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B9B2E8F" wp14:editId="0B561385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10795</wp:posOffset>
                      </wp:positionV>
                      <wp:extent cx="434975" cy="266700"/>
                      <wp:effectExtent l="0" t="0" r="0" b="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9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398B8D" w14:textId="77777777" w:rsidR="00E801CC" w:rsidRDefault="00E801CC" w:rsidP="00E801CC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A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B2E8F" id="Text Box 22" o:spid="_x0000_s1033" type="#_x0000_t202" style="position:absolute;margin-left:13.5pt;margin-top:.85pt;width:34.25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" filled="f" stroked="f" strokeweight=".5pt">
                      <v:textbox>
                        <w:txbxContent>
                          <w:p w14:paraId="56398B8D" w14:textId="77777777" w:rsidR="00E801CC" w:rsidRDefault="00E801CC" w:rsidP="00E801C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01CC" w:rsidRPr="00065389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0379AA1" wp14:editId="7033C6A3">
                      <wp:simplePos x="0" y="0"/>
                      <wp:positionH relativeFrom="column">
                        <wp:posOffset>1124585</wp:posOffset>
                      </wp:positionH>
                      <wp:positionV relativeFrom="paragraph">
                        <wp:posOffset>942975</wp:posOffset>
                      </wp:positionV>
                      <wp:extent cx="443865" cy="312964"/>
                      <wp:effectExtent l="0" t="0" r="0" b="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3865" cy="3129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AB909D" w14:textId="77777777" w:rsidR="00E801CC" w:rsidRDefault="00E801CC" w:rsidP="00E801CC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379AA1" id="Text Box 23" o:spid="_x0000_s1034" type="#_x0000_t202" style="position:absolute;margin-left:88.55pt;margin-top:74.25pt;width:34.95pt;height:24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" filled="f" stroked="f" strokeweight=".5pt">
                      <v:textbox>
                        <w:txbxContent>
                          <w:p w14:paraId="78AB909D" w14:textId="77777777" w:rsidR="00E801CC" w:rsidRDefault="00E801CC" w:rsidP="00E801C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01CC" w:rsidRPr="00065389">
              <w:rPr>
                <w:rFonts w:ascii="Avenir Book" w:hAnsi="Avenir Boo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D58453E" wp14:editId="0E651E4A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951230</wp:posOffset>
                      </wp:positionV>
                      <wp:extent cx="443865" cy="312964"/>
                      <wp:effectExtent l="0" t="0" r="0" b="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3865" cy="3129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4FB49A" w14:textId="77777777" w:rsidR="00E801CC" w:rsidRDefault="00E801CC" w:rsidP="00E801CC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8453E" id="Text Box 24" o:spid="_x0000_s1035" type="#_x0000_t202" style="position:absolute;margin-left:3.8pt;margin-top:74.9pt;width:34.95pt;height:24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" filled="f" stroked="f" strokeweight=".5pt">
                      <v:textbox>
                        <w:txbxContent>
                          <w:p w14:paraId="384FB49A" w14:textId="77777777" w:rsidR="00E801CC" w:rsidRDefault="00E801CC" w:rsidP="00E801C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01CC">
              <w:rPr>
                <w:noProof/>
                <w:lang w:eastAsia="en-GB"/>
              </w:rPr>
              <w:drawing>
                <wp:anchor distT="0" distB="0" distL="114300" distR="114300" simplePos="0" relativeHeight="251687936" behindDoc="0" locked="0" layoutInCell="1" allowOverlap="1" wp14:anchorId="5847AA4A" wp14:editId="505CB592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C20160F" w14:textId="77777777" w:rsidR="00BC1DDA" w:rsidRDefault="00BC1DDA" w:rsidP="00525119">
      <w:pPr>
        <w:spacing w:after="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BC1DD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DDA"/>
    <w:rsid w:val="00065389"/>
    <w:rsid w:val="000A43CA"/>
    <w:rsid w:val="000A63AF"/>
    <w:rsid w:val="001826A9"/>
    <w:rsid w:val="00213C21"/>
    <w:rsid w:val="002D5D86"/>
    <w:rsid w:val="00314A79"/>
    <w:rsid w:val="00333535"/>
    <w:rsid w:val="003F51D8"/>
    <w:rsid w:val="00505FC9"/>
    <w:rsid w:val="00525119"/>
    <w:rsid w:val="0064471D"/>
    <w:rsid w:val="00705472"/>
    <w:rsid w:val="00775FEB"/>
    <w:rsid w:val="007B4226"/>
    <w:rsid w:val="007E2C1A"/>
    <w:rsid w:val="0090117B"/>
    <w:rsid w:val="0099142F"/>
    <w:rsid w:val="00A220B4"/>
    <w:rsid w:val="00AB73A0"/>
    <w:rsid w:val="00AD3C1A"/>
    <w:rsid w:val="00BC1DDA"/>
    <w:rsid w:val="00BE7AC9"/>
    <w:rsid w:val="00C240D5"/>
    <w:rsid w:val="00C41860"/>
    <w:rsid w:val="00CB6355"/>
    <w:rsid w:val="00D51195"/>
    <w:rsid w:val="00D536E6"/>
    <w:rsid w:val="00DB511B"/>
    <w:rsid w:val="00DF442D"/>
    <w:rsid w:val="00E20822"/>
    <w:rsid w:val="00E7749A"/>
    <w:rsid w:val="00E801CC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B876A"/>
  <w15:docId w15:val="{345409B4-9293-CB43-B6AE-789696E6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11</cp:revision>
  <dcterms:created xsi:type="dcterms:W3CDTF">2019-02-22T19:14:00Z</dcterms:created>
  <dcterms:modified xsi:type="dcterms:W3CDTF">2019-02-22T19:21:00Z</dcterms:modified>
</cp:coreProperties>
</file>